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BAD4CAA" w:rsidR="00F862D6" w:rsidRPr="00B37E0D" w:rsidRDefault="00C22FEC" w:rsidP="0037111D">
            <w:r w:rsidRPr="00B37E0D">
              <w:rPr>
                <w:rFonts w:ascii="Helvetica" w:hAnsi="Helvetica"/>
              </w:rPr>
              <w:t>13063/2024-SŽ-SSV-Ú3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7F3D4860" w:rsidR="00F862D6" w:rsidRPr="00B37E0D" w:rsidRDefault="00B37E0D" w:rsidP="00CC1E2B">
            <w:r w:rsidRPr="00B37E0D">
              <w:t>3</w:t>
            </w:r>
            <w:r w:rsidR="003E6B9A" w:rsidRPr="00B37E0D">
              <w:t>/</w:t>
            </w:r>
            <w:r w:rsidR="00F258E6" w:rsidRPr="00B37E0D">
              <w:t>7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B37E0D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40EA08A" w:rsidR="00F862D6" w:rsidRPr="00B37E0D" w:rsidRDefault="00040917" w:rsidP="00FE3455">
            <w:r w:rsidRPr="00B37E0D"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5203912" w:rsidR="009A7568" w:rsidRPr="003E6B9A" w:rsidRDefault="0004091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743F2BAE" w:rsidR="009A7568" w:rsidRPr="003E6B9A" w:rsidRDefault="00040917" w:rsidP="006104F6">
            <w:hyperlink r:id="rId11" w:history="1">
              <w:r w:rsidRPr="002F1315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6C4573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34CDF">
              <w:rPr>
                <w:noProof/>
              </w:rPr>
              <w:t>25.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21088F8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22FEC">
        <w:rPr>
          <w:rFonts w:eastAsia="Times New Roman" w:cs="Times New Roman"/>
          <w:lang w:eastAsia="cs-CZ"/>
        </w:rPr>
        <w:t>4</w:t>
      </w:r>
    </w:p>
    <w:p w14:paraId="25C6ADAC" w14:textId="08C4C4BE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040917">
        <w:rPr>
          <w:rFonts w:eastAsia="Calibri" w:cs="Times New Roman"/>
          <w:b/>
          <w:bCs/>
          <w:lang w:eastAsia="cs-CZ"/>
        </w:rPr>
        <w:t xml:space="preserve">Rekonstrukce TZZ </w:t>
      </w:r>
      <w:proofErr w:type="gramStart"/>
      <w:r w:rsidR="00040917">
        <w:rPr>
          <w:rFonts w:eastAsia="Calibri" w:cs="Times New Roman"/>
          <w:b/>
          <w:bCs/>
          <w:lang w:eastAsia="cs-CZ"/>
        </w:rPr>
        <w:t>Přelouč - Prachovice</w:t>
      </w:r>
      <w:proofErr w:type="gramEnd"/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5E269C09" w14:textId="72630BC4" w:rsidR="005C663F" w:rsidRDefault="005C663F" w:rsidP="005C663F">
      <w:pPr>
        <w:spacing w:after="0" w:line="240" w:lineRule="auto"/>
        <w:rPr>
          <w:i/>
          <w:iCs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4AC5879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83070586"/>
      <w:r w:rsidRPr="00BD5319">
        <w:rPr>
          <w:rFonts w:eastAsia="Calibri" w:cs="Times New Roman"/>
          <w:b/>
          <w:lang w:eastAsia="cs-CZ"/>
        </w:rPr>
        <w:t xml:space="preserve">Dotaz č. </w:t>
      </w:r>
      <w:r w:rsidR="00C22FEC">
        <w:rPr>
          <w:rFonts w:eastAsia="Calibri" w:cs="Times New Roman"/>
          <w:b/>
          <w:lang w:eastAsia="cs-CZ"/>
        </w:rPr>
        <w:t>60</w:t>
      </w:r>
      <w:r w:rsidRPr="00BD5319">
        <w:rPr>
          <w:rFonts w:eastAsia="Calibri" w:cs="Times New Roman"/>
          <w:b/>
          <w:lang w:eastAsia="cs-CZ"/>
        </w:rPr>
        <w:t>:</w:t>
      </w:r>
    </w:p>
    <w:p w14:paraId="2E4D6DE6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  <w:r w:rsidRPr="00DE0469">
        <w:rPr>
          <w:rFonts w:eastAsia="Calibri" w:cs="Times New Roman"/>
          <w:b/>
          <w:lang w:eastAsia="cs-CZ"/>
        </w:rPr>
        <w:t xml:space="preserve">SO 13-84-01 ŽST Choltice, EOV </w:t>
      </w:r>
    </w:p>
    <w:p w14:paraId="6B7DE346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F7DBA4" w14:textId="13A046B7" w:rsidR="00DE0469" w:rsidRP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>Prosíme zadavatele o kontrolu položky č. 21:</w:t>
      </w:r>
    </w:p>
    <w:p w14:paraId="02B1D42F" w14:textId="06C5A796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noProof/>
        </w:rPr>
        <w:drawing>
          <wp:inline distT="0" distB="0" distL="0" distR="0" wp14:anchorId="489F067B" wp14:editId="19F6296F">
            <wp:extent cx="5525770" cy="449815"/>
            <wp:effectExtent l="0" t="0" r="0" b="7620"/>
            <wp:docPr id="159425851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25851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4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25D6B" w14:textId="7B25CBFD" w:rsidR="00BD5319" w:rsidRP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 xml:space="preserve">V technické zprávě na straně 4 je uvedeno, že se jedná o výhybky bez žlabového pražce, ale v souboru „SK130002_2_011“ v tabulce výhybek se v rámci „SK 13-00-02 ŽST Choltice, </w:t>
      </w:r>
      <w:proofErr w:type="spellStart"/>
      <w:r w:rsidRPr="00DE0469">
        <w:rPr>
          <w:rFonts w:eastAsia="Calibri" w:cs="Times New Roman"/>
          <w:bCs/>
          <w:lang w:eastAsia="cs-CZ"/>
        </w:rPr>
        <w:t>ŽSv</w:t>
      </w:r>
      <w:proofErr w:type="spellEnd"/>
      <w:r w:rsidRPr="00DE0469">
        <w:rPr>
          <w:rFonts w:eastAsia="Calibri" w:cs="Times New Roman"/>
          <w:bCs/>
          <w:lang w:eastAsia="cs-CZ"/>
        </w:rPr>
        <w:t xml:space="preserve"> a </w:t>
      </w:r>
      <w:proofErr w:type="spellStart"/>
      <w:r w:rsidRPr="00DE0469">
        <w:rPr>
          <w:rFonts w:eastAsia="Calibri" w:cs="Times New Roman"/>
          <w:bCs/>
          <w:lang w:eastAsia="cs-CZ"/>
        </w:rPr>
        <w:t>ŽSp</w:t>
      </w:r>
      <w:proofErr w:type="spellEnd"/>
      <w:r w:rsidRPr="00DE0469">
        <w:rPr>
          <w:rFonts w:eastAsia="Calibri" w:cs="Times New Roman"/>
          <w:bCs/>
          <w:lang w:eastAsia="cs-CZ"/>
        </w:rPr>
        <w:t xml:space="preserve">“ uvádí, že se jedná o výhybky se žlabovým pražcem. </w:t>
      </w:r>
      <w:r w:rsidRPr="00DE0469">
        <w:rPr>
          <w:rFonts w:eastAsia="Calibri" w:cs="Times New Roman"/>
          <w:bCs/>
          <w:u w:val="single"/>
          <w:lang w:eastAsia="cs-CZ"/>
        </w:rPr>
        <w:t>Prosíme zadavatele o prověření a upřesnění, která varianta je správná.</w:t>
      </w:r>
    </w:p>
    <w:p w14:paraId="15F79BE3" w14:textId="77777777" w:rsidR="00DE0469" w:rsidRPr="00BD531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B24335" w14:textId="262A0FC5" w:rsidR="00BD5319" w:rsidRPr="00E11F56" w:rsidRDefault="00556B40" w:rsidP="00E11F5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11F56">
        <w:rPr>
          <w:rFonts w:eastAsia="Calibri" w:cs="Times New Roman"/>
          <w:bCs/>
          <w:lang w:eastAsia="cs-CZ"/>
        </w:rPr>
        <w:t>Jedná se o nové výhybky 2,3 se žlabovým pražcem</w:t>
      </w:r>
      <w:r w:rsidR="00062365" w:rsidRPr="00E11F56">
        <w:rPr>
          <w:rFonts w:eastAsia="Calibri" w:cs="Times New Roman"/>
          <w:bCs/>
          <w:lang w:eastAsia="cs-CZ"/>
        </w:rPr>
        <w:t xml:space="preserve"> v počtu 2KS</w:t>
      </w:r>
      <w:r w:rsidRPr="00E11F56">
        <w:rPr>
          <w:rFonts w:eastAsia="Calibri" w:cs="Times New Roman"/>
          <w:bCs/>
          <w:lang w:eastAsia="cs-CZ"/>
        </w:rPr>
        <w:t>, opravena textace TZ</w:t>
      </w:r>
      <w:r w:rsidR="00E11F56">
        <w:rPr>
          <w:rFonts w:eastAsia="Calibri" w:cs="Times New Roman"/>
          <w:bCs/>
          <w:lang w:eastAsia="cs-CZ"/>
        </w:rPr>
        <w:t>.</w:t>
      </w:r>
    </w:p>
    <w:p w14:paraId="138FFD93" w14:textId="1983EA25" w:rsidR="00C22FEC" w:rsidRPr="00E11F56" w:rsidRDefault="00556B4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E11F56">
        <w:rPr>
          <w:rFonts w:eastAsia="Calibri" w:cs="Times New Roman"/>
          <w:bCs/>
          <w:lang w:eastAsia="cs-CZ"/>
        </w:rPr>
        <w:t>Provedena úprava dokumentace, bez úprav soupisu prací.</w:t>
      </w:r>
    </w:p>
    <w:p w14:paraId="0B168239" w14:textId="77777777" w:rsidR="00C22FEC" w:rsidRDefault="00C22FEC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EE5FE2" w14:textId="77777777" w:rsidR="00E11F56" w:rsidRPr="00BD5319" w:rsidRDefault="00E11F5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18CCD960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22FEC">
        <w:rPr>
          <w:rFonts w:eastAsia="Calibri" w:cs="Times New Roman"/>
          <w:b/>
          <w:lang w:eastAsia="cs-CZ"/>
        </w:rPr>
        <w:t>61</w:t>
      </w:r>
      <w:r w:rsidRPr="00BD5319">
        <w:rPr>
          <w:rFonts w:eastAsia="Calibri" w:cs="Times New Roman"/>
          <w:b/>
          <w:lang w:eastAsia="cs-CZ"/>
        </w:rPr>
        <w:t>:</w:t>
      </w:r>
    </w:p>
    <w:p w14:paraId="50FB48E3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  <w:r w:rsidRPr="00DE0469">
        <w:rPr>
          <w:rFonts w:eastAsia="Calibri" w:cs="Times New Roman"/>
          <w:b/>
          <w:lang w:eastAsia="cs-CZ"/>
        </w:rPr>
        <w:t>SO 15-84-01 ŽST Heřmanův Městec, EOV</w:t>
      </w:r>
    </w:p>
    <w:p w14:paraId="5327FC56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2E726F" w14:textId="40086135" w:rsidR="00BD5319" w:rsidRP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>Prosíme zadavatele o kontrolu položky č. 30, 31 a 32:</w:t>
      </w:r>
    </w:p>
    <w:p w14:paraId="5E86A027" w14:textId="24BC5619" w:rsid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noProof/>
        </w:rPr>
        <w:drawing>
          <wp:inline distT="0" distB="0" distL="0" distR="0" wp14:anchorId="683FB952" wp14:editId="46CEE810">
            <wp:extent cx="5525770" cy="1119660"/>
            <wp:effectExtent l="0" t="0" r="0" b="4445"/>
            <wp:docPr id="228420531" name="Obrázek 1" descr="Obsah obrázku text, snímek obrazovky, Písmo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420531" name="Obrázek 1" descr="Obsah obrázku text, snímek obrazovky, Písmo, řada/pruh&#10;&#10;Popis byl vytvořen automaticky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1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E50A9" w14:textId="656A464D" w:rsid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 xml:space="preserve">V technické zprávě na straně 4 a 5 je uvedeno, že se jedná o výhybky bez žlabového pražce, ale v souboru „SK150003_2_011“ v tabulce výhybek se v rámci „SK 15-00-02 ŽST Heřmanův Městec, </w:t>
      </w:r>
      <w:proofErr w:type="spellStart"/>
      <w:r w:rsidRPr="00DE0469">
        <w:rPr>
          <w:rFonts w:eastAsia="Calibri" w:cs="Times New Roman"/>
          <w:bCs/>
          <w:lang w:eastAsia="cs-CZ"/>
        </w:rPr>
        <w:t>ŽSv</w:t>
      </w:r>
      <w:proofErr w:type="spellEnd"/>
      <w:r w:rsidRPr="00DE0469">
        <w:rPr>
          <w:rFonts w:eastAsia="Calibri" w:cs="Times New Roman"/>
          <w:bCs/>
          <w:lang w:eastAsia="cs-CZ"/>
        </w:rPr>
        <w:t xml:space="preserve"> a </w:t>
      </w:r>
      <w:proofErr w:type="spellStart"/>
      <w:r w:rsidRPr="00DE0469">
        <w:rPr>
          <w:rFonts w:eastAsia="Calibri" w:cs="Times New Roman"/>
          <w:bCs/>
          <w:lang w:eastAsia="cs-CZ"/>
        </w:rPr>
        <w:t>ŽSp</w:t>
      </w:r>
      <w:proofErr w:type="spellEnd"/>
      <w:r w:rsidRPr="00DE0469">
        <w:rPr>
          <w:rFonts w:eastAsia="Calibri" w:cs="Times New Roman"/>
          <w:bCs/>
          <w:lang w:eastAsia="cs-CZ"/>
        </w:rPr>
        <w:t xml:space="preserve">“ uvádí, že se jedná o výhybky se žlabovým pražcem. </w:t>
      </w:r>
      <w:r w:rsidRPr="00DE0469">
        <w:rPr>
          <w:rFonts w:eastAsia="Calibri" w:cs="Times New Roman"/>
          <w:bCs/>
          <w:u w:val="single"/>
          <w:lang w:eastAsia="cs-CZ"/>
        </w:rPr>
        <w:t>Prosíme zadavatele o prověření a upřesnění, která varianta je správná.</w:t>
      </w:r>
    </w:p>
    <w:p w14:paraId="66CF7112" w14:textId="77777777" w:rsidR="00DE0469" w:rsidRP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6E37BC8" w14:textId="111AD095" w:rsidR="00062365" w:rsidRPr="00E11F56" w:rsidRDefault="00062365" w:rsidP="00E11F5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11F56">
        <w:rPr>
          <w:rFonts w:eastAsia="Calibri" w:cs="Times New Roman"/>
          <w:bCs/>
          <w:lang w:eastAsia="cs-CZ"/>
        </w:rPr>
        <w:t>Jedná se o nové výhybky 1,2,3,4</w:t>
      </w:r>
      <w:r w:rsidR="00C42233" w:rsidRPr="00E11F56">
        <w:rPr>
          <w:rFonts w:eastAsia="Calibri" w:cs="Times New Roman"/>
          <w:bCs/>
          <w:lang w:eastAsia="cs-CZ"/>
        </w:rPr>
        <w:t>(transformovaná 1:9)</w:t>
      </w:r>
      <w:r w:rsidRPr="00E11F56">
        <w:rPr>
          <w:rFonts w:eastAsia="Calibri" w:cs="Times New Roman"/>
          <w:bCs/>
          <w:lang w:eastAsia="cs-CZ"/>
        </w:rPr>
        <w:t>,14</w:t>
      </w:r>
      <w:r w:rsidR="00C42233" w:rsidRPr="00E11F56">
        <w:rPr>
          <w:rFonts w:eastAsia="Calibri" w:cs="Times New Roman"/>
          <w:bCs/>
          <w:lang w:eastAsia="cs-CZ"/>
        </w:rPr>
        <w:t>(1:12)</w:t>
      </w:r>
      <w:r w:rsidRPr="00E11F56">
        <w:rPr>
          <w:rFonts w:eastAsia="Calibri" w:cs="Times New Roman"/>
          <w:bCs/>
          <w:lang w:eastAsia="cs-CZ"/>
        </w:rPr>
        <w:t>,15 se žlabovým pražcem v celkovém počtu 6KS, opravena textace TZ</w:t>
      </w:r>
      <w:r w:rsidR="00033BD8" w:rsidRPr="00E11F56">
        <w:rPr>
          <w:rFonts w:eastAsia="Calibri" w:cs="Times New Roman"/>
          <w:bCs/>
          <w:lang w:eastAsia="cs-CZ"/>
        </w:rPr>
        <w:t>.</w:t>
      </w:r>
    </w:p>
    <w:p w14:paraId="4B2E519F" w14:textId="40108CCF" w:rsidR="00C22FEC" w:rsidRPr="00E11F56" w:rsidRDefault="00062365" w:rsidP="00E11F5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11F56">
        <w:rPr>
          <w:rFonts w:eastAsia="Calibri" w:cs="Times New Roman"/>
          <w:bCs/>
          <w:lang w:eastAsia="cs-CZ"/>
        </w:rPr>
        <w:t>Provedena úprava dokumentace, bez úprav soupisu prací.</w:t>
      </w:r>
    </w:p>
    <w:p w14:paraId="5FC8DE78" w14:textId="3C4DF24D" w:rsidR="00C22FEC" w:rsidRDefault="00C22F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55546B2" w14:textId="77777777" w:rsidR="00C42233" w:rsidRDefault="00C42233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52A8CC6" w14:textId="2F3FB852" w:rsidR="00C22FEC" w:rsidRPr="00BD5319" w:rsidRDefault="00C22FEC" w:rsidP="00C22FE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62</w:t>
      </w:r>
      <w:r w:rsidRPr="00BD5319">
        <w:rPr>
          <w:rFonts w:eastAsia="Calibri" w:cs="Times New Roman"/>
          <w:b/>
          <w:lang w:eastAsia="cs-CZ"/>
        </w:rPr>
        <w:t>:</w:t>
      </w:r>
    </w:p>
    <w:p w14:paraId="42A5FC86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Cs/>
          <w:u w:val="single"/>
          <w:lang w:eastAsia="cs-CZ"/>
        </w:rPr>
      </w:pPr>
      <w:r w:rsidRPr="00DE0469">
        <w:rPr>
          <w:rFonts w:eastAsia="Calibri" w:cs="Times New Roman"/>
          <w:bCs/>
          <w:u w:val="single"/>
          <w:lang w:eastAsia="cs-CZ"/>
        </w:rPr>
        <w:t>SO 15-84-01 ŽST Heřmanův Městec, EOV</w:t>
      </w:r>
    </w:p>
    <w:p w14:paraId="74D57366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C6766A4" w14:textId="3BB8FE46" w:rsidR="00C22FEC" w:rsidRDefault="00DE0469" w:rsidP="00DE0469">
      <w:pPr>
        <w:spacing w:after="0" w:line="240" w:lineRule="auto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>Prosíme zadavatele o kontrolu položky č. 20:</w:t>
      </w:r>
    </w:p>
    <w:p w14:paraId="6460A4CE" w14:textId="53F87752" w:rsidR="00DE0469" w:rsidRDefault="00DE0469" w:rsidP="00DE0469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noProof/>
        </w:rPr>
        <w:drawing>
          <wp:inline distT="0" distB="0" distL="0" distR="0" wp14:anchorId="7E06758D" wp14:editId="4EE9DFF0">
            <wp:extent cx="5525770" cy="470538"/>
            <wp:effectExtent l="0" t="0" r="0" b="5715"/>
            <wp:docPr id="3134195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4195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70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012E6" w14:textId="3AFA07C9" w:rsid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>V tabulce kabelů „SO_15_84_01_1_002_TZ_priloha_tab_kab_HM“ je výsledné sečtené množství kabelů vyšší (</w:t>
      </w:r>
      <w:proofErr w:type="gramStart"/>
      <w:r w:rsidRPr="00DE0469">
        <w:rPr>
          <w:rFonts w:eastAsia="Calibri" w:cs="Times New Roman"/>
          <w:bCs/>
          <w:lang w:eastAsia="cs-CZ"/>
        </w:rPr>
        <w:t>200m</w:t>
      </w:r>
      <w:proofErr w:type="gramEnd"/>
      <w:r w:rsidRPr="00DE0469">
        <w:rPr>
          <w:rFonts w:eastAsia="Calibri" w:cs="Times New Roman"/>
          <w:bCs/>
          <w:lang w:eastAsia="cs-CZ"/>
        </w:rPr>
        <w:t>), než je uvedené ve výkazu výměr. Prosíme zadavatele o kontrolu tabulky kabelů a množství ve výkazu výměr.</w:t>
      </w:r>
    </w:p>
    <w:p w14:paraId="79BB1917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5D96BD5" w14:textId="77777777" w:rsidR="00C22FEC" w:rsidRPr="00BD5319" w:rsidRDefault="00C22FEC" w:rsidP="00C22FE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FA30AE4" w14:textId="285EEEE9" w:rsidR="00C22FEC" w:rsidRPr="00E11F56" w:rsidRDefault="004F49A9" w:rsidP="00E11F5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11F56">
        <w:rPr>
          <w:rFonts w:eastAsia="Times New Roman" w:cs="Times New Roman"/>
          <w:bCs/>
          <w:lang w:eastAsia="cs-CZ"/>
        </w:rPr>
        <w:t>V soupisu prací opravena pol.č.20 na skutečné množství dle výkresové dokumentace.</w:t>
      </w:r>
    </w:p>
    <w:p w14:paraId="4B44460A" w14:textId="6728A5B2" w:rsidR="00C22FEC" w:rsidRPr="00E11F56" w:rsidRDefault="00BA657A" w:rsidP="00E11F5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11F56">
        <w:rPr>
          <w:rFonts w:eastAsia="Times New Roman" w:cs="Times New Roman"/>
          <w:bCs/>
          <w:lang w:eastAsia="cs-CZ"/>
        </w:rPr>
        <w:t>Provedena úprava dokumentace, úprava soupisu prací.</w:t>
      </w:r>
    </w:p>
    <w:p w14:paraId="17B1BFAF" w14:textId="77777777" w:rsidR="00C22FEC" w:rsidRDefault="00C22FEC" w:rsidP="00C22FE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3CB89F7" w14:textId="77777777" w:rsidR="00E11F56" w:rsidRDefault="00E11F56" w:rsidP="00C22FE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A90FA1C" w14:textId="16E6FDE5" w:rsidR="00C22FEC" w:rsidRPr="00BD5319" w:rsidRDefault="00C22FEC" w:rsidP="00C22FE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63</w:t>
      </w:r>
      <w:r w:rsidRPr="00BD5319">
        <w:rPr>
          <w:rFonts w:eastAsia="Calibri" w:cs="Times New Roman"/>
          <w:b/>
          <w:lang w:eastAsia="cs-CZ"/>
        </w:rPr>
        <w:t>:</w:t>
      </w:r>
    </w:p>
    <w:p w14:paraId="56A4BB36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  <w:r w:rsidRPr="00DE0469">
        <w:rPr>
          <w:rFonts w:eastAsia="Calibri" w:cs="Times New Roman"/>
          <w:b/>
          <w:lang w:eastAsia="cs-CZ"/>
        </w:rPr>
        <w:t xml:space="preserve">SO 12-86-1 ŽST </w:t>
      </w:r>
      <w:proofErr w:type="gramStart"/>
      <w:r w:rsidRPr="00DE0469">
        <w:rPr>
          <w:rFonts w:eastAsia="Calibri" w:cs="Times New Roman"/>
          <w:b/>
          <w:lang w:eastAsia="cs-CZ"/>
        </w:rPr>
        <w:t>Přelouč - ŽST</w:t>
      </w:r>
      <w:proofErr w:type="gramEnd"/>
      <w:r w:rsidRPr="00DE0469">
        <w:rPr>
          <w:rFonts w:eastAsia="Calibri" w:cs="Times New Roman"/>
          <w:b/>
          <w:lang w:eastAsia="cs-CZ"/>
        </w:rPr>
        <w:t xml:space="preserve"> Choltice, úprava osvětlení a rozvodů </w:t>
      </w:r>
      <w:proofErr w:type="spellStart"/>
      <w:r w:rsidRPr="00DE0469">
        <w:rPr>
          <w:rFonts w:eastAsia="Calibri" w:cs="Times New Roman"/>
          <w:b/>
          <w:lang w:eastAsia="cs-CZ"/>
        </w:rPr>
        <w:t>nn</w:t>
      </w:r>
      <w:proofErr w:type="spellEnd"/>
    </w:p>
    <w:p w14:paraId="08AEEA6D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D7B374" w14:textId="396408FA" w:rsidR="00C22FEC" w:rsidRP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>Žádáme zadavatele o doplnění výkresové dokumentace pro stávající a nově dodávané drážní skříně TTS 6 KV včetně výkresů pro rozváděče NN části. Dále žádáme o určení, zda mají být odpojovače motorové nebo ruční.</w:t>
      </w:r>
    </w:p>
    <w:p w14:paraId="5407B0DA" w14:textId="77777777" w:rsidR="00DE0469" w:rsidRPr="00BD531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0C3438" w14:textId="77777777" w:rsidR="00C22FEC" w:rsidRPr="00BD5319" w:rsidRDefault="00C22FEC" w:rsidP="00C22FE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8C0768E" w14:textId="75B4A689" w:rsidR="00C22FEC" w:rsidRPr="00E11F56" w:rsidRDefault="004F49A9" w:rsidP="00E11F5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11F56">
        <w:rPr>
          <w:rFonts w:eastAsia="Times New Roman" w:cs="Times New Roman"/>
          <w:bCs/>
          <w:lang w:eastAsia="cs-CZ"/>
        </w:rPr>
        <w:t xml:space="preserve">Doplnění výkresů stávající a nově dodávané drážní skříně TTS 6 KV včetně výkresů pro rozváděče NN části. Odpojovače budou ruční, doplněno </w:t>
      </w:r>
      <w:r w:rsidR="00366FBF" w:rsidRPr="00E11F56">
        <w:rPr>
          <w:rFonts w:eastAsia="Times New Roman" w:cs="Times New Roman"/>
          <w:bCs/>
          <w:lang w:eastAsia="cs-CZ"/>
        </w:rPr>
        <w:t>do TZ.</w:t>
      </w:r>
    </w:p>
    <w:p w14:paraId="78BA6AF1" w14:textId="0BC2B9B1" w:rsidR="00C22FEC" w:rsidRPr="00E11F56" w:rsidRDefault="00BA657A" w:rsidP="00E11F5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11F56">
        <w:rPr>
          <w:rFonts w:eastAsia="Times New Roman" w:cs="Times New Roman"/>
          <w:bCs/>
          <w:lang w:eastAsia="cs-CZ"/>
        </w:rPr>
        <w:t>Provedeno doplnění dokumentace, bez úprav soupisu prací.</w:t>
      </w:r>
    </w:p>
    <w:p w14:paraId="43342BCC" w14:textId="77777777" w:rsidR="00C22FEC" w:rsidRDefault="00C22FEC" w:rsidP="00C22FE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E5CAF06" w14:textId="77777777" w:rsidR="00E11F56" w:rsidRDefault="00E11F56" w:rsidP="00C22FE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82763F5" w14:textId="3EAD7723" w:rsidR="00C22FEC" w:rsidRPr="00BD5319" w:rsidRDefault="00C22FEC" w:rsidP="00C22FE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64</w:t>
      </w:r>
      <w:r w:rsidRPr="00BD5319">
        <w:rPr>
          <w:rFonts w:eastAsia="Calibri" w:cs="Times New Roman"/>
          <w:b/>
          <w:lang w:eastAsia="cs-CZ"/>
        </w:rPr>
        <w:t>:</w:t>
      </w:r>
    </w:p>
    <w:p w14:paraId="40F74A3F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  <w:r w:rsidRPr="00DE0469">
        <w:rPr>
          <w:rFonts w:eastAsia="Calibri" w:cs="Times New Roman"/>
          <w:b/>
          <w:lang w:eastAsia="cs-CZ"/>
        </w:rPr>
        <w:t>SO 15-86-01</w:t>
      </w:r>
    </w:p>
    <w:p w14:paraId="69E81F89" w14:textId="77777777" w:rsidR="00DE0469" w:rsidRPr="00DE046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32A91C" w14:textId="090EC402" w:rsidR="00C22FEC" w:rsidRP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>Žádáme zadavatele o doplnění výkresové dokumentace pro nově dodávané rozváděče pro osvětlovací věže, viz položka níže:</w:t>
      </w:r>
    </w:p>
    <w:p w14:paraId="5E5D7383" w14:textId="77777777" w:rsidR="00DE0469" w:rsidRDefault="00DE0469" w:rsidP="00C22FE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noProof/>
        </w:rPr>
        <w:drawing>
          <wp:inline distT="0" distB="0" distL="0" distR="0" wp14:anchorId="546F8EEF" wp14:editId="41C4527B">
            <wp:extent cx="5525770" cy="604629"/>
            <wp:effectExtent l="0" t="0" r="0" b="5080"/>
            <wp:docPr id="141675374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75374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604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32570" w14:textId="77777777" w:rsidR="00DE0469" w:rsidRDefault="00DE0469" w:rsidP="00C22FE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8E81B9" w14:textId="422543B4" w:rsidR="00C22FEC" w:rsidRPr="00BD5319" w:rsidRDefault="00C22FEC" w:rsidP="00C22FE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79988F1" w14:textId="129E4378" w:rsidR="00C22FEC" w:rsidRPr="00E11F56" w:rsidRDefault="00366FBF" w:rsidP="00C22FEC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11F56">
        <w:rPr>
          <w:rFonts w:eastAsia="Times New Roman" w:cs="Times New Roman"/>
          <w:bCs/>
          <w:lang w:eastAsia="cs-CZ"/>
        </w:rPr>
        <w:t>Doplnění výkresů</w:t>
      </w:r>
      <w:r w:rsidRPr="00E11F56">
        <w:rPr>
          <w:bCs/>
        </w:rPr>
        <w:t xml:space="preserve"> </w:t>
      </w:r>
      <w:r w:rsidRPr="00E11F56">
        <w:rPr>
          <w:rFonts w:eastAsia="Times New Roman" w:cs="Times New Roman"/>
          <w:bCs/>
          <w:lang w:eastAsia="cs-CZ"/>
        </w:rPr>
        <w:t>nově dodávaných rozváděčů pro osvětlovací věže.</w:t>
      </w:r>
    </w:p>
    <w:p w14:paraId="20EA400E" w14:textId="40A0DEE5" w:rsidR="00C22FEC" w:rsidRPr="00E11F56" w:rsidRDefault="00BA657A" w:rsidP="00C22FEC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11F56">
        <w:rPr>
          <w:rFonts w:eastAsia="Times New Roman" w:cs="Times New Roman"/>
          <w:bCs/>
          <w:lang w:eastAsia="cs-CZ"/>
        </w:rPr>
        <w:t>Provedeno doplnění dokumentace, bez úprav soupisu prací.</w:t>
      </w:r>
    </w:p>
    <w:p w14:paraId="7693C2F1" w14:textId="77777777" w:rsidR="00BA657A" w:rsidRPr="00E11F56" w:rsidRDefault="00BA657A" w:rsidP="00C22FEC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7D11E92B" w14:textId="77777777" w:rsidR="00E11F56" w:rsidRDefault="00E11F56" w:rsidP="00C22FE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60F8EE4" w14:textId="2E5E16C3" w:rsidR="00C22FEC" w:rsidRPr="00BD5319" w:rsidRDefault="00C22FEC" w:rsidP="00C22FE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65</w:t>
      </w:r>
      <w:r w:rsidRPr="00BD5319">
        <w:rPr>
          <w:rFonts w:eastAsia="Calibri" w:cs="Times New Roman"/>
          <w:b/>
          <w:lang w:eastAsia="cs-CZ"/>
        </w:rPr>
        <w:t>:</w:t>
      </w:r>
    </w:p>
    <w:p w14:paraId="048FB758" w14:textId="77777777" w:rsidR="00DE0469" w:rsidRP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/>
          <w:lang w:eastAsia="cs-CZ"/>
        </w:rPr>
        <w:t xml:space="preserve">SO 90-90 - </w:t>
      </w:r>
      <w:r w:rsidRPr="00DE0469">
        <w:rPr>
          <w:rFonts w:eastAsia="Calibri" w:cs="Times New Roman"/>
          <w:bCs/>
          <w:lang w:eastAsia="cs-CZ"/>
        </w:rPr>
        <w:t xml:space="preserve">Položka R015550 – kód odpadu 16 02 09* Transformátory a kondenzátory obsahující PCB. </w:t>
      </w:r>
    </w:p>
    <w:p w14:paraId="0DE984F1" w14:textId="18794EB6" w:rsidR="00C22FEC" w:rsidRPr="00DE0469" w:rsidRDefault="00DE0469" w:rsidP="00DE04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E0469">
        <w:rPr>
          <w:rFonts w:eastAsia="Calibri" w:cs="Times New Roman"/>
          <w:bCs/>
          <w:lang w:eastAsia="cs-CZ"/>
        </w:rPr>
        <w:t>V projektové dokumentaci jsme nedohledali podklady, z jakých zadavatel usoudil že transformátory a kondenzátory obsahují olej s PCB které jsou od roku 1989 v ČR zakázány používat a oproti běžným olejům jsou velmi nákladné na likvidaci. Může nám zadavatel poskytnout podklady nebo upravit položku na odpovídající?</w:t>
      </w:r>
    </w:p>
    <w:p w14:paraId="63250157" w14:textId="77777777" w:rsidR="00DE0469" w:rsidRPr="00BD5319" w:rsidRDefault="00DE0469" w:rsidP="00DE04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9DC94C" w14:textId="77777777" w:rsidR="00C22FEC" w:rsidRPr="00E11F56" w:rsidRDefault="00C22FEC" w:rsidP="00E11F5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11F56">
        <w:rPr>
          <w:rFonts w:eastAsia="Calibri" w:cs="Times New Roman"/>
          <w:b/>
          <w:lang w:eastAsia="cs-CZ"/>
        </w:rPr>
        <w:t xml:space="preserve">Odpověď: </w:t>
      </w:r>
    </w:p>
    <w:p w14:paraId="12ADB27D" w14:textId="03FCC94D" w:rsidR="00BA657A" w:rsidRPr="00E11F56" w:rsidRDefault="00BA657A" w:rsidP="00E11F5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11F56">
        <w:rPr>
          <w:rFonts w:eastAsia="Times New Roman" w:cs="Times New Roman"/>
          <w:bCs/>
          <w:lang w:eastAsia="cs-CZ"/>
        </w:rPr>
        <w:t xml:space="preserve">Položka R015550 – kód odpadu 16 02 09 je uvedena záměrně. Jedná se o původní technologii zabezpečovacího zařízení, </w:t>
      </w:r>
      <w:r w:rsidR="00FD4463" w:rsidRPr="00E11F56">
        <w:rPr>
          <w:rFonts w:eastAsia="Times New Roman" w:cs="Times New Roman"/>
          <w:bCs/>
          <w:lang w:eastAsia="cs-CZ"/>
        </w:rPr>
        <w:t>kompletní zabezpečovací zařízení v traťovém úseku Přelouč – Prachovice bylo budováno od druhé poloviny 70. let minulého století v rámci výstavby Cementárny Prachovice (CEVA Prachovice). Zařízení bylo následně uvedeno do provozu v roce 1989. Proto jsou zde zastiženy prvky technologie obsahující PCB. Uchazeč si ocení veškeré náklady pro tyto odpady.</w:t>
      </w:r>
    </w:p>
    <w:p w14:paraId="52AB6330" w14:textId="6183A715" w:rsidR="00B330C9" w:rsidRPr="00E11F56" w:rsidRDefault="00BA657A" w:rsidP="00E11F5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E11F56">
        <w:rPr>
          <w:rFonts w:eastAsia="Times New Roman" w:cs="Times New Roman"/>
          <w:bCs/>
          <w:lang w:eastAsia="cs-CZ"/>
        </w:rPr>
        <w:t>Bez úprav dokumentace.</w:t>
      </w:r>
    </w:p>
    <w:bookmarkEnd w:id="1"/>
    <w:p w14:paraId="3B01F470" w14:textId="77777777" w:rsidR="00B330C9" w:rsidRPr="00BD5319" w:rsidRDefault="00B330C9" w:rsidP="00C22FE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F1E08B1" w14:textId="77777777" w:rsidR="00B37E0D" w:rsidRDefault="00B37E0D" w:rsidP="00BD5319">
      <w:pPr>
        <w:spacing w:after="0" w:line="240" w:lineRule="auto"/>
        <w:jc w:val="both"/>
        <w:rPr>
          <w:rFonts w:eastAsia="Times New Roman" w:cs="Times New Roman"/>
          <w:strike/>
          <w:color w:val="FF0000"/>
          <w:highlight w:val="green"/>
          <w:lang w:eastAsia="cs-CZ"/>
        </w:rPr>
      </w:pPr>
    </w:p>
    <w:p w14:paraId="1566C45F" w14:textId="77777777" w:rsidR="00B37E0D" w:rsidRDefault="00B37E0D" w:rsidP="00BD5319">
      <w:pPr>
        <w:spacing w:after="0" w:line="240" w:lineRule="auto"/>
        <w:jc w:val="both"/>
        <w:rPr>
          <w:rFonts w:eastAsia="Times New Roman" w:cs="Times New Roman"/>
          <w:strike/>
          <w:color w:val="FF0000"/>
          <w:highlight w:val="green"/>
          <w:lang w:eastAsia="cs-CZ"/>
        </w:rPr>
      </w:pPr>
    </w:p>
    <w:p w14:paraId="5C46ADAB" w14:textId="62B344FF" w:rsidR="00B37E0D" w:rsidRDefault="00B37E0D" w:rsidP="00B37E0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351167">
        <w:rPr>
          <w:rFonts w:eastAsia="Times New Roman" w:cs="Times New Roman"/>
          <w:lang w:eastAsia="cs-CZ"/>
        </w:rPr>
        <w:t xml:space="preserve">dne </w:t>
      </w:r>
      <w:r w:rsidRPr="00B37E0D">
        <w:rPr>
          <w:rFonts w:eastAsia="Times New Roman" w:cs="Times New Roman"/>
          <w:b/>
          <w:bCs/>
          <w:lang w:eastAsia="cs-CZ"/>
        </w:rPr>
        <w:t>3.</w:t>
      </w:r>
      <w:r w:rsidRPr="00351167">
        <w:rPr>
          <w:rFonts w:eastAsia="Times New Roman" w:cs="Times New Roman"/>
          <w:b/>
          <w:bCs/>
          <w:lang w:eastAsia="cs-CZ"/>
        </w:rPr>
        <w:t xml:space="preserve"> 12. 2024</w:t>
      </w:r>
      <w:r w:rsidRPr="00351167">
        <w:rPr>
          <w:rFonts w:eastAsia="Times New Roman" w:cs="Times New Roman"/>
          <w:lang w:eastAsia="cs-CZ"/>
        </w:rPr>
        <w:t xml:space="preserve"> na den </w:t>
      </w:r>
      <w:r w:rsidR="00434CDF" w:rsidRPr="00434CDF">
        <w:rPr>
          <w:rFonts w:eastAsia="Times New Roman" w:cs="Times New Roman"/>
          <w:b/>
          <w:bCs/>
          <w:lang w:eastAsia="cs-CZ"/>
        </w:rPr>
        <w:t>6</w:t>
      </w:r>
      <w:r w:rsidRPr="00434CDF">
        <w:rPr>
          <w:rFonts w:eastAsia="Times New Roman" w:cs="Times New Roman"/>
          <w:b/>
          <w:bCs/>
          <w:lang w:eastAsia="cs-CZ"/>
        </w:rPr>
        <w:t>.</w:t>
      </w:r>
      <w:r w:rsidRPr="00351167">
        <w:rPr>
          <w:rFonts w:eastAsia="Times New Roman" w:cs="Times New Roman"/>
          <w:b/>
          <w:bCs/>
          <w:lang w:eastAsia="cs-CZ"/>
        </w:rPr>
        <w:t xml:space="preserve"> 12. 2024</w:t>
      </w:r>
      <w:r w:rsidRPr="00351167">
        <w:rPr>
          <w:rFonts w:eastAsia="Times New Roman" w:cs="Times New Roman"/>
          <w:lang w:eastAsia="cs-CZ"/>
        </w:rPr>
        <w:t>.</w:t>
      </w:r>
    </w:p>
    <w:p w14:paraId="1E814F5E" w14:textId="77777777" w:rsidR="00B37E0D" w:rsidRDefault="00B37E0D" w:rsidP="00B37E0D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1CE7F3F" w14:textId="77777777" w:rsidR="00B37E0D" w:rsidRPr="003F37CB" w:rsidRDefault="00B37E0D" w:rsidP="00B37E0D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49F47345" w14:textId="77777777" w:rsidR="00B37E0D" w:rsidRPr="00D9490A" w:rsidRDefault="00B37E0D" w:rsidP="00B37E0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6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Z2024-053809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1F700AC" w14:textId="77777777" w:rsidR="00B37E0D" w:rsidRDefault="00B37E0D" w:rsidP="00B37E0D">
      <w:pPr>
        <w:spacing w:after="0" w:line="240" w:lineRule="auto"/>
        <w:rPr>
          <w:rFonts w:eastAsia="Times New Roman" w:cs="Times New Roman"/>
          <w:lang w:eastAsia="cs-CZ"/>
        </w:rPr>
      </w:pPr>
    </w:p>
    <w:p w14:paraId="3BE1A1D3" w14:textId="77777777" w:rsidR="00B37E0D" w:rsidRDefault="00B37E0D" w:rsidP="00B37E0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5A09DF3D" w14:textId="77777777" w:rsidR="00B37E0D" w:rsidRDefault="00B37E0D" w:rsidP="00B37E0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C5FADB" w14:textId="77777777" w:rsidR="00B37E0D" w:rsidRPr="00BD5319" w:rsidRDefault="00B37E0D" w:rsidP="00B37E0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1357948" w14:textId="0D977818" w:rsidR="00B37E0D" w:rsidRPr="009C7B39" w:rsidRDefault="00B37E0D" w:rsidP="00B37E0D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Pr="00351167">
        <w:rPr>
          <w:rFonts w:eastAsia="Times New Roman" w:cs="Times New Roman"/>
          <w:b/>
          <w:bCs/>
          <w:lang w:eastAsia="cs-CZ"/>
        </w:rPr>
        <w:t>0</w:t>
      </w:r>
      <w:r>
        <w:rPr>
          <w:rFonts w:eastAsia="Times New Roman" w:cs="Times New Roman"/>
          <w:b/>
          <w:bCs/>
          <w:lang w:eastAsia="cs-CZ"/>
        </w:rPr>
        <w:t>3</w:t>
      </w:r>
      <w:r w:rsidRPr="00351167">
        <w:rPr>
          <w:rFonts w:eastAsia="Times New Roman" w:cs="Times New Roman"/>
          <w:b/>
          <w:bCs/>
          <w:lang w:eastAsia="cs-CZ"/>
        </w:rPr>
        <w:t>.12.2024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0</w:t>
      </w:r>
      <w:r w:rsidR="00434CDF">
        <w:rPr>
          <w:rFonts w:eastAsia="Times New Roman" w:cs="Times New Roman"/>
          <w:b/>
          <w:bCs/>
          <w:color w:val="000000" w:themeColor="text1"/>
          <w:lang w:eastAsia="cs-CZ"/>
        </w:rPr>
        <w:t>6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.12.2024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4B7A6AD7" w14:textId="77777777" w:rsidR="00B37E0D" w:rsidRPr="00BD5319" w:rsidRDefault="00B37E0D" w:rsidP="00B37E0D">
      <w:pPr>
        <w:spacing w:after="0" w:line="240" w:lineRule="auto"/>
        <w:rPr>
          <w:rFonts w:eastAsia="Times New Roman" w:cs="Times New Roman"/>
          <w:lang w:eastAsia="cs-CZ"/>
        </w:rPr>
      </w:pPr>
    </w:p>
    <w:p w14:paraId="32618FF9" w14:textId="77777777" w:rsidR="00B37E0D" w:rsidRPr="00BD5319" w:rsidRDefault="00B37E0D" w:rsidP="00B37E0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2A0CE7D" w14:textId="228826D6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43FC1DD" w14:textId="77777777" w:rsidR="00F258E6" w:rsidRPr="00B37E0D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37E0D">
        <w:rPr>
          <w:rFonts w:eastAsia="Calibri" w:cs="Times New Roman"/>
          <w:b/>
          <w:bCs/>
          <w:lang w:eastAsia="cs-CZ"/>
        </w:rPr>
        <w:t xml:space="preserve">Příloha: </w:t>
      </w:r>
    </w:p>
    <w:p w14:paraId="1C3C54B9" w14:textId="77777777" w:rsidR="00F258E6" w:rsidRPr="00F258E6" w:rsidRDefault="00F258E6" w:rsidP="00F258E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258E6">
        <w:rPr>
          <w:rFonts w:eastAsia="Calibri" w:cs="Times New Roman"/>
          <w:bCs/>
          <w:lang w:eastAsia="cs-CZ"/>
        </w:rPr>
        <w:t>SO_12_86_01_1_001_Technicka_zprava.pdf</w:t>
      </w:r>
    </w:p>
    <w:p w14:paraId="518AF7F3" w14:textId="77777777" w:rsidR="00F258E6" w:rsidRPr="00F258E6" w:rsidRDefault="00F258E6" w:rsidP="00F258E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258E6">
        <w:rPr>
          <w:rFonts w:eastAsia="Calibri" w:cs="Times New Roman"/>
          <w:bCs/>
          <w:lang w:eastAsia="cs-CZ"/>
        </w:rPr>
        <w:t>SO_12_86_01_2_005_TTS_6_KV.pdf</w:t>
      </w:r>
    </w:p>
    <w:p w14:paraId="5B570EB3" w14:textId="77777777" w:rsidR="00F258E6" w:rsidRPr="00F258E6" w:rsidRDefault="00F258E6" w:rsidP="00F258E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258E6">
        <w:rPr>
          <w:rFonts w:eastAsia="Calibri" w:cs="Times New Roman"/>
          <w:bCs/>
          <w:lang w:eastAsia="cs-CZ"/>
        </w:rPr>
        <w:t>SO_13_84_01_1_001_Technicka_zprava.pdf</w:t>
      </w:r>
    </w:p>
    <w:p w14:paraId="35DBD8AC" w14:textId="77777777" w:rsidR="00F258E6" w:rsidRPr="00F258E6" w:rsidRDefault="00F258E6" w:rsidP="00F258E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258E6">
        <w:rPr>
          <w:rFonts w:eastAsia="Calibri" w:cs="Times New Roman"/>
          <w:bCs/>
          <w:lang w:eastAsia="cs-CZ"/>
        </w:rPr>
        <w:t>SO_15_84_01_1_001_Technicka_zprava.pdf</w:t>
      </w:r>
    </w:p>
    <w:p w14:paraId="35D7DDE8" w14:textId="13B89B1D" w:rsidR="00664163" w:rsidRPr="00B37E0D" w:rsidRDefault="00F258E6" w:rsidP="00F258E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37E0D">
        <w:rPr>
          <w:rFonts w:eastAsia="Calibri" w:cs="Times New Roman"/>
          <w:bCs/>
          <w:lang w:eastAsia="cs-CZ"/>
        </w:rPr>
        <w:t>SO_15_86_01_2_004_Schéma_RO.pdf</w:t>
      </w:r>
    </w:p>
    <w:p w14:paraId="6C651D40" w14:textId="53BB9169" w:rsidR="00C043B5" w:rsidRPr="00C043B5" w:rsidRDefault="00C043B5" w:rsidP="00C043B5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C043B5">
        <w:rPr>
          <w:rFonts w:eastAsia="Calibri" w:cs="Times New Roman"/>
          <w:lang w:eastAsia="cs-CZ"/>
        </w:rPr>
        <w:t>XDC_TZZ-Pre-Pra_zm04_20241125</w:t>
      </w:r>
    </w:p>
    <w:p w14:paraId="61DD857A" w14:textId="5ACD74E8" w:rsidR="00B37E0D" w:rsidRPr="00C043B5" w:rsidRDefault="00C043B5" w:rsidP="00C043B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043B5">
        <w:rPr>
          <w:rFonts w:eastAsia="Calibri" w:cs="Times New Roman"/>
          <w:lang w:eastAsia="cs-CZ"/>
        </w:rPr>
        <w:t>XLS_TZZ-Pre-Pra_zm04_20241125</w:t>
      </w:r>
    </w:p>
    <w:p w14:paraId="3568D690" w14:textId="77777777" w:rsidR="00664163" w:rsidRPr="00B37E0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37E0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3CADCBF" w:rsidR="00664163" w:rsidRPr="00B37E0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37E0D">
        <w:rPr>
          <w:rFonts w:eastAsia="Calibri" w:cs="Times New Roman"/>
          <w:lang w:eastAsia="cs-CZ"/>
        </w:rPr>
        <w:t xml:space="preserve">V Olomouci dne </w:t>
      </w:r>
      <w:r w:rsidR="00F258E6" w:rsidRPr="00B37E0D">
        <w:rPr>
          <w:rFonts w:eastAsia="Calibri" w:cs="Times New Roman"/>
          <w:lang w:eastAsia="cs-CZ"/>
        </w:rPr>
        <w:t>2</w:t>
      </w:r>
      <w:r w:rsidR="00B37E0D">
        <w:rPr>
          <w:rFonts w:eastAsia="Calibri" w:cs="Times New Roman"/>
          <w:lang w:eastAsia="cs-CZ"/>
        </w:rPr>
        <w:t>5</w:t>
      </w:r>
      <w:r w:rsidR="00F258E6" w:rsidRPr="00B37E0D">
        <w:rPr>
          <w:rFonts w:eastAsia="Calibri" w:cs="Times New Roman"/>
          <w:lang w:eastAsia="cs-CZ"/>
        </w:rPr>
        <w:t>. 11. 2024</w:t>
      </w:r>
    </w:p>
    <w:p w14:paraId="6F75BA64" w14:textId="77777777" w:rsidR="00664163" w:rsidRPr="00B37E0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37E0D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994E6C" w14:textId="77777777" w:rsidR="00B37E0D" w:rsidRPr="00B37E0D" w:rsidRDefault="00B37E0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F40A67" w14:textId="77777777" w:rsidR="00B37E0D" w:rsidRPr="00B37E0D" w:rsidRDefault="00B37E0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1E2621" w14:textId="77777777" w:rsidR="00B37E0D" w:rsidRPr="00B37E0D" w:rsidRDefault="00B37E0D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B37E0D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37E0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37E0D">
        <w:rPr>
          <w:rFonts w:eastAsia="Times New Roman" w:cs="Times New Roman"/>
          <w:b/>
          <w:bCs/>
          <w:lang w:eastAsia="cs-CZ"/>
        </w:rPr>
        <w:t>Ing. Miroslav Bocák</w:t>
      </w:r>
      <w:r w:rsidRPr="00B37E0D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37E0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37E0D">
        <w:rPr>
          <w:rFonts w:eastAsia="Times New Roman" w:cs="Times New Roman"/>
          <w:lang w:eastAsia="cs-CZ"/>
        </w:rPr>
        <w:t>ředitel organizační jednotky</w:t>
      </w:r>
      <w:r w:rsidRPr="00B37E0D">
        <w:rPr>
          <w:rFonts w:eastAsia="Times New Roman" w:cs="Times New Roman"/>
          <w:lang w:eastAsia="cs-CZ"/>
        </w:rPr>
        <w:tab/>
      </w:r>
    </w:p>
    <w:p w14:paraId="5DEDC136" w14:textId="77777777" w:rsidR="00664163" w:rsidRPr="00B37E0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37E0D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37E0D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C7049" w14:textId="77777777" w:rsidR="003E494F" w:rsidRDefault="003E494F" w:rsidP="00962258">
      <w:pPr>
        <w:spacing w:after="0" w:line="240" w:lineRule="auto"/>
      </w:pPr>
      <w:r>
        <w:separator/>
      </w:r>
    </w:p>
  </w:endnote>
  <w:endnote w:type="continuationSeparator" w:id="0">
    <w:p w14:paraId="7746D443" w14:textId="77777777" w:rsidR="003E494F" w:rsidRDefault="003E49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F5356" w14:textId="77777777" w:rsidR="003E494F" w:rsidRDefault="003E494F" w:rsidP="00962258">
      <w:pPr>
        <w:spacing w:after="0" w:line="240" w:lineRule="auto"/>
      </w:pPr>
      <w:r>
        <w:separator/>
      </w:r>
    </w:p>
  </w:footnote>
  <w:footnote w:type="continuationSeparator" w:id="0">
    <w:p w14:paraId="27367A6F" w14:textId="77777777" w:rsidR="003E494F" w:rsidRDefault="003E49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3160EF"/>
    <w:multiLevelType w:val="hybridMultilevel"/>
    <w:tmpl w:val="F4A855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D100D90"/>
    <w:multiLevelType w:val="hybridMultilevel"/>
    <w:tmpl w:val="DD465A36"/>
    <w:lvl w:ilvl="0" w:tplc="EC5070F4">
      <w:numFmt w:val="bullet"/>
      <w:lvlText w:val="•"/>
      <w:lvlJc w:val="left"/>
      <w:pPr>
        <w:ind w:left="5772" w:hanging="5412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47287144">
    <w:abstractNumId w:val="2"/>
  </w:num>
  <w:num w:numId="2" w16cid:durableId="1910992410">
    <w:abstractNumId w:val="1"/>
  </w:num>
  <w:num w:numId="3" w16cid:durableId="174616747">
    <w:abstractNumId w:val="4"/>
  </w:num>
  <w:num w:numId="4" w16cid:durableId="1188064142">
    <w:abstractNumId w:val="8"/>
  </w:num>
  <w:num w:numId="5" w16cid:durableId="278337599">
    <w:abstractNumId w:val="0"/>
  </w:num>
  <w:num w:numId="6" w16cid:durableId="1322269182">
    <w:abstractNumId w:val="7"/>
  </w:num>
  <w:num w:numId="7" w16cid:durableId="677850300">
    <w:abstractNumId w:val="6"/>
  </w:num>
  <w:num w:numId="8" w16cid:durableId="1524782930">
    <w:abstractNumId w:val="3"/>
  </w:num>
  <w:num w:numId="9" w16cid:durableId="87982512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00A8"/>
    <w:rsid w:val="00033432"/>
    <w:rsid w:val="000335CC"/>
    <w:rsid w:val="00033BD8"/>
    <w:rsid w:val="00040917"/>
    <w:rsid w:val="00062365"/>
    <w:rsid w:val="00066116"/>
    <w:rsid w:val="00072C1E"/>
    <w:rsid w:val="000B3A82"/>
    <w:rsid w:val="000B6C7E"/>
    <w:rsid w:val="000B7907"/>
    <w:rsid w:val="000C0429"/>
    <w:rsid w:val="000C45E8"/>
    <w:rsid w:val="00114472"/>
    <w:rsid w:val="001267E4"/>
    <w:rsid w:val="00146EF8"/>
    <w:rsid w:val="00170EC5"/>
    <w:rsid w:val="00171688"/>
    <w:rsid w:val="001747C1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66FBF"/>
    <w:rsid w:val="0037111D"/>
    <w:rsid w:val="003756B9"/>
    <w:rsid w:val="003956C6"/>
    <w:rsid w:val="003C5DEA"/>
    <w:rsid w:val="003E494F"/>
    <w:rsid w:val="003E6B9A"/>
    <w:rsid w:val="003E75CE"/>
    <w:rsid w:val="0041380F"/>
    <w:rsid w:val="00434CD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9A9"/>
    <w:rsid w:val="004F4B9B"/>
    <w:rsid w:val="00501654"/>
    <w:rsid w:val="00511AB9"/>
    <w:rsid w:val="00523EA7"/>
    <w:rsid w:val="00542527"/>
    <w:rsid w:val="00551D1F"/>
    <w:rsid w:val="00553375"/>
    <w:rsid w:val="00556B40"/>
    <w:rsid w:val="0056305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264C8"/>
    <w:rsid w:val="00630DC6"/>
    <w:rsid w:val="00660AD3"/>
    <w:rsid w:val="00664163"/>
    <w:rsid w:val="006A5570"/>
    <w:rsid w:val="006A689C"/>
    <w:rsid w:val="006B09D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1A8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30C9"/>
    <w:rsid w:val="00B3491A"/>
    <w:rsid w:val="00B37E0D"/>
    <w:rsid w:val="00B45E9E"/>
    <w:rsid w:val="00B55A54"/>
    <w:rsid w:val="00B55F9C"/>
    <w:rsid w:val="00B75EE1"/>
    <w:rsid w:val="00B77481"/>
    <w:rsid w:val="00B8518B"/>
    <w:rsid w:val="00BA657A"/>
    <w:rsid w:val="00BB3740"/>
    <w:rsid w:val="00BD5319"/>
    <w:rsid w:val="00BD7E91"/>
    <w:rsid w:val="00BF374D"/>
    <w:rsid w:val="00BF6D48"/>
    <w:rsid w:val="00C02D0A"/>
    <w:rsid w:val="00C03A6E"/>
    <w:rsid w:val="00C043B5"/>
    <w:rsid w:val="00C22FEC"/>
    <w:rsid w:val="00C30759"/>
    <w:rsid w:val="00C42233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469CD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0469"/>
    <w:rsid w:val="00DE56F2"/>
    <w:rsid w:val="00DF116D"/>
    <w:rsid w:val="00E06AD1"/>
    <w:rsid w:val="00E10710"/>
    <w:rsid w:val="00E11F56"/>
    <w:rsid w:val="00E80093"/>
    <w:rsid w:val="00E824F1"/>
    <w:rsid w:val="00E9347D"/>
    <w:rsid w:val="00E94ED7"/>
    <w:rsid w:val="00EB104F"/>
    <w:rsid w:val="00ED14BD"/>
    <w:rsid w:val="00F01440"/>
    <w:rsid w:val="00F12DEC"/>
    <w:rsid w:val="00F1715C"/>
    <w:rsid w:val="00F258E6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D4463"/>
    <w:rsid w:val="00FE3455"/>
    <w:rsid w:val="00FF4959"/>
    <w:rsid w:val="00FF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2FE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040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vz.nipez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36D5557-278B-4B85-B14F-1A9B222E50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49</TotalTime>
  <Pages>3</Pages>
  <Words>755</Words>
  <Characters>4456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21</cp:revision>
  <cp:lastPrinted>2019-02-22T13:28:00Z</cp:lastPrinted>
  <dcterms:created xsi:type="dcterms:W3CDTF">2024-07-11T06:52:00Z</dcterms:created>
  <dcterms:modified xsi:type="dcterms:W3CDTF">2024-11-25T09:08:00Z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